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CF" w:rsidRPr="00893008" w:rsidRDefault="0071340C" w:rsidP="00893008">
      <w:pPr>
        <w:numPr>
          <w:ilvl w:val="0"/>
          <w:numId w:val="14"/>
        </w:numPr>
        <w:tabs>
          <w:tab w:val="right" w:pos="10170"/>
        </w:tabs>
        <w:spacing w:after="0"/>
        <w:ind w:left="360"/>
      </w:pPr>
      <w:bookmarkStart w:id="0" w:name="_GoBack"/>
      <w:bookmarkEnd w:id="0"/>
      <w:r w:rsidRPr="00893008">
        <w:rPr>
          <w:lang w:val="en-US"/>
        </w:rPr>
        <w:t xml:space="preserve">Draw up a job description for </w:t>
      </w:r>
      <w:r w:rsidRPr="00893008">
        <w:rPr>
          <w:b/>
          <w:bCs/>
          <w:lang w:val="en-US"/>
        </w:rPr>
        <w:t xml:space="preserve">one </w:t>
      </w:r>
      <w:r w:rsidRPr="00893008">
        <w:rPr>
          <w:lang w:val="en-US"/>
        </w:rPr>
        <w:t xml:space="preserve"> of the following:</w:t>
      </w:r>
    </w:p>
    <w:p w:rsidR="00FC66CF" w:rsidRPr="00893008" w:rsidRDefault="0071340C" w:rsidP="00C90454">
      <w:pPr>
        <w:numPr>
          <w:ilvl w:val="0"/>
          <w:numId w:val="15"/>
        </w:numPr>
        <w:tabs>
          <w:tab w:val="clear" w:pos="720"/>
        </w:tabs>
        <w:spacing w:after="0"/>
        <w:ind w:left="1080"/>
      </w:pPr>
      <w:r w:rsidRPr="00893008">
        <w:rPr>
          <w:lang w:val="en-US"/>
        </w:rPr>
        <w:t>Accountant</w:t>
      </w:r>
      <w:r w:rsidR="00893008" w:rsidRPr="00893008">
        <w:rPr>
          <w:lang w:val="en-US"/>
        </w:rPr>
        <w:tab/>
      </w:r>
      <w:r w:rsidR="00893008" w:rsidRPr="00893008">
        <w:rPr>
          <w:lang w:val="en-US"/>
        </w:rPr>
        <w:tab/>
        <w:t>or</w:t>
      </w:r>
      <w:r w:rsidR="00893008" w:rsidRPr="00893008">
        <w:rPr>
          <w:lang w:val="en-US"/>
        </w:rPr>
        <w:tab/>
      </w:r>
      <w:r w:rsidRPr="00893008">
        <w:rPr>
          <w:lang w:val="en-US"/>
        </w:rPr>
        <w:t>Shop Assistant</w:t>
      </w:r>
      <w:r w:rsidR="00893008" w:rsidRPr="00893008">
        <w:rPr>
          <w:lang w:val="en-US"/>
        </w:rPr>
        <w:tab/>
        <w:t>or</w:t>
      </w:r>
      <w:r w:rsidR="00893008" w:rsidRPr="00893008">
        <w:rPr>
          <w:lang w:val="en-US"/>
        </w:rPr>
        <w:tab/>
      </w:r>
      <w:r w:rsidRPr="00893008">
        <w:rPr>
          <w:lang w:val="en-US"/>
        </w:rPr>
        <w:t>Hotel Manager</w:t>
      </w:r>
      <w:r w:rsidR="00893008">
        <w:rPr>
          <w:lang w:val="en-US"/>
        </w:rPr>
        <w:tab/>
      </w:r>
      <w:r w:rsidR="00893008" w:rsidRPr="00893008">
        <w:rPr>
          <w:lang w:val="en-US"/>
        </w:rPr>
        <w:t xml:space="preserve">or </w:t>
      </w:r>
      <w:r w:rsidR="00893008" w:rsidRPr="00893008">
        <w:rPr>
          <w:lang w:val="en-US"/>
        </w:rPr>
        <w:tab/>
      </w:r>
      <w:r w:rsidRPr="00893008">
        <w:rPr>
          <w:lang w:val="en-US"/>
        </w:rPr>
        <w:t>Teacher</w:t>
      </w:r>
    </w:p>
    <w:p w:rsidR="00FC66CF" w:rsidRPr="00893008" w:rsidRDefault="00893008" w:rsidP="00893008">
      <w:pPr>
        <w:spacing w:after="0"/>
        <w:ind w:left="45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C26430" wp14:editId="348A79BA">
                <wp:simplePos x="0" y="0"/>
                <wp:positionH relativeFrom="page">
                  <wp:align>center</wp:align>
                </wp:positionH>
                <wp:positionV relativeFrom="paragraph">
                  <wp:posOffset>433070</wp:posOffset>
                </wp:positionV>
                <wp:extent cx="7105650" cy="1404620"/>
                <wp:effectExtent l="0" t="0" r="19050" b="222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3860"/>
                              <w:gridCol w:w="7020"/>
                            </w:tblGrid>
                            <w:tr w:rsidR="00893008" w:rsidRPr="00893008" w:rsidTr="007E5792">
                              <w:trPr>
                                <w:trHeight w:val="340"/>
                              </w:trPr>
                              <w:tc>
                                <w:tcPr>
                                  <w:tcW w:w="38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93008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Job Title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893008" w:rsidRPr="00893008" w:rsidTr="007E5792">
                              <w:trPr>
                                <w:trHeight w:val="295"/>
                              </w:trPr>
                              <w:tc>
                                <w:tcPr>
                                  <w:tcW w:w="38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4E9E9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93008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4E9E9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3008" w:rsidRPr="00893008" w:rsidRDefault="00893008" w:rsidP="0089300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sz w:val="12"/>
                                <w:lang w:val="en-US"/>
                              </w:rPr>
                              <w:br/>
                            </w: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Main purpose of the job: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Main duties: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Occasional duties: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7E5792" w:rsidP="007E5792">
                            <w:pPr>
                              <w:tabs>
                                <w:tab w:val="right" w:pos="10890"/>
                              </w:tabs>
                              <w:spacing w:after="0"/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[4]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C264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4.1pt;width:559.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">
                <v:textbox style="mso-fit-shape-to-text:t">
                  <w:txbxContent>
                    <w:tbl>
                      <w:tblPr>
                        <w:tblW w:w="1088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3860"/>
                        <w:gridCol w:w="7020"/>
                      </w:tblGrid>
                      <w:tr w:rsidR="00893008" w:rsidRPr="00893008" w:rsidTr="007E5792">
                        <w:trPr>
                          <w:trHeight w:val="340"/>
                        </w:trPr>
                        <w:tc>
                          <w:tcPr>
                            <w:tcW w:w="38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Job Title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893008" w:rsidRPr="00893008" w:rsidTr="007E5792">
                        <w:trPr>
                          <w:trHeight w:val="295"/>
                        </w:trPr>
                        <w:tc>
                          <w:tcPr>
                            <w:tcW w:w="38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4E9E9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4E9E9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:rsidR="00893008" w:rsidRPr="00893008" w:rsidRDefault="00893008" w:rsidP="00893008">
                      <w:pPr>
                        <w:rPr>
                          <w:b/>
                          <w:bCs/>
                        </w:rPr>
                      </w:pPr>
                      <w:r w:rsidRPr="00893008">
                        <w:rPr>
                          <w:b/>
                          <w:bCs/>
                          <w:sz w:val="12"/>
                          <w:lang w:val="en-US"/>
                        </w:rPr>
                        <w:br/>
                      </w:r>
                      <w:r w:rsidRPr="00893008">
                        <w:rPr>
                          <w:b/>
                          <w:bCs/>
                          <w:lang w:val="en-US"/>
                        </w:rPr>
                        <w:t>Main purpose of the job: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Pr="00893008" w:rsidRDefault="00893008" w:rsidP="00893008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Main duties: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Pr="00893008" w:rsidRDefault="00893008" w:rsidP="00893008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Occasional duties: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7E5792" w:rsidP="007E5792">
                      <w:pPr>
                        <w:tabs>
                          <w:tab w:val="right" w:pos="10890"/>
                        </w:tabs>
                        <w:spacing w:after="0"/>
                      </w:pPr>
                      <w:r>
                        <w:rPr>
                          <w:lang w:val="en-US"/>
                        </w:rPr>
                        <w:tab/>
                        <w:t>[4]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lang w:val="en-US"/>
        </w:rPr>
        <w:t>Or</w:t>
      </w:r>
      <w:r>
        <w:rPr>
          <w:lang w:val="en-US"/>
        </w:rPr>
        <w:tab/>
      </w:r>
      <w:r w:rsidR="004B61AF">
        <w:rPr>
          <w:lang w:val="en-US"/>
        </w:rPr>
        <w:t>t</w:t>
      </w:r>
      <w:r w:rsidR="0071340C" w:rsidRPr="00893008">
        <w:rPr>
          <w:lang w:val="en-US"/>
        </w:rPr>
        <w:t>he job your parents do</w:t>
      </w:r>
      <w:r w:rsidR="0071340C" w:rsidRPr="00893008">
        <w:rPr>
          <w:lang w:val="en-US"/>
        </w:rPr>
        <w:br/>
        <w:t>Research information to help you by asking someone who does the job or from careers information</w:t>
      </w:r>
    </w:p>
    <w:p w:rsidR="00893008" w:rsidRPr="00893008" w:rsidRDefault="00893008" w:rsidP="00893008">
      <w:pPr>
        <w:tabs>
          <w:tab w:val="right" w:pos="10170"/>
        </w:tabs>
        <w:spacing w:after="0"/>
        <w:rPr>
          <w:sz w:val="4"/>
        </w:rPr>
      </w:pPr>
    </w:p>
    <w:p w:rsidR="00FC66CF" w:rsidRPr="00893008" w:rsidRDefault="00893008" w:rsidP="00893008">
      <w:pPr>
        <w:numPr>
          <w:ilvl w:val="0"/>
          <w:numId w:val="16"/>
        </w:numPr>
        <w:tabs>
          <w:tab w:val="clear" w:pos="720"/>
          <w:tab w:val="right" w:pos="10170"/>
        </w:tabs>
        <w:spacing w:after="0"/>
        <w:ind w:left="36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937546" wp14:editId="7406E77A">
                <wp:simplePos x="0" y="0"/>
                <wp:positionH relativeFrom="margin">
                  <wp:posOffset>-371475</wp:posOffset>
                </wp:positionH>
                <wp:positionV relativeFrom="paragraph">
                  <wp:posOffset>508000</wp:posOffset>
                </wp:positionV>
                <wp:extent cx="7105650" cy="1404620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3860"/>
                              <w:gridCol w:w="7020"/>
                            </w:tblGrid>
                            <w:tr w:rsidR="00893008" w:rsidRPr="00893008" w:rsidTr="007E5792">
                              <w:trPr>
                                <w:trHeight w:val="340"/>
                              </w:trPr>
                              <w:tc>
                                <w:tcPr>
                                  <w:tcW w:w="38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93008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Job Title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893008" w:rsidRPr="00893008" w:rsidTr="007E5792">
                              <w:trPr>
                                <w:trHeight w:val="340"/>
                              </w:trPr>
                              <w:tc>
                                <w:tcPr>
                                  <w:tcW w:w="38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4E9E9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93008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70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4E9E9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</w:tcPr>
                                <w:p w:rsidR="00893008" w:rsidRPr="00893008" w:rsidRDefault="00893008" w:rsidP="008930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3008" w:rsidRPr="00893008" w:rsidRDefault="00893008" w:rsidP="00893008">
                            <w:pPr>
                              <w:spacing w:after="0"/>
                            </w:pPr>
                            <w:r w:rsidRPr="00893008">
                              <w:rPr>
                                <w:b/>
                                <w:bCs/>
                                <w:sz w:val="8"/>
                                <w:lang w:val="en-US"/>
                              </w:rPr>
                              <w:br/>
                            </w: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Details of Job: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</w:p>
                          <w:p w:rsidR="00893008" w:rsidRPr="00893008" w:rsidRDefault="00893008" w:rsidP="00893008">
                            <w:pPr>
                              <w:spacing w:after="0"/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Qualifications: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Pr="00893008" w:rsidRDefault="00893008" w:rsidP="00893008">
                            <w:pPr>
                              <w:spacing w:after="0"/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Skills: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Pr="00893008" w:rsidRDefault="00893008" w:rsidP="00893008">
                            <w:pPr>
                              <w:spacing w:after="0"/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Physical Fitness: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Personal Characteristics:</w:t>
                            </w:r>
                          </w:p>
                          <w:p w:rsid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893008" w:rsidRDefault="007E5792" w:rsidP="007E5792">
                            <w:pPr>
                              <w:tabs>
                                <w:tab w:val="right" w:pos="10890"/>
                              </w:tabs>
                              <w:spacing w:after="0"/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[4]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937546" id="_x0000_s1027" type="#_x0000_t202" style="position:absolute;left:0;text-align:left;margin-left:-29.25pt;margin-top:40pt;width:55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">
                <v:textbox style="mso-fit-shape-to-text:t">
                  <w:txbxContent>
                    <w:tbl>
                      <w:tblPr>
                        <w:tblW w:w="1088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3860"/>
                        <w:gridCol w:w="7020"/>
                      </w:tblGrid>
                      <w:tr w:rsidR="00893008" w:rsidRPr="00893008" w:rsidTr="007E5792">
                        <w:trPr>
                          <w:trHeight w:val="340"/>
                        </w:trPr>
                        <w:tc>
                          <w:tcPr>
                            <w:tcW w:w="38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Job Title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893008" w:rsidRPr="00893008" w:rsidTr="007E5792">
                        <w:trPr>
                          <w:trHeight w:val="340"/>
                        </w:trPr>
                        <w:tc>
                          <w:tcPr>
                            <w:tcW w:w="38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4E9E9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93008">
                              <w:rPr>
                                <w:b/>
                                <w:bCs/>
                                <w:lang w:val="en-US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70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4E9E9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</w:tcPr>
                          <w:p w:rsidR="00893008" w:rsidRPr="00893008" w:rsidRDefault="00893008" w:rsidP="00893008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:rsidR="00893008" w:rsidRPr="00893008" w:rsidRDefault="00893008" w:rsidP="00893008">
                      <w:pPr>
                        <w:spacing w:after="0"/>
                      </w:pPr>
                      <w:r w:rsidRPr="00893008">
                        <w:rPr>
                          <w:b/>
                          <w:bCs/>
                          <w:sz w:val="8"/>
                          <w:lang w:val="en-US"/>
                        </w:rPr>
                        <w:br/>
                      </w:r>
                      <w:r w:rsidRPr="00893008">
                        <w:rPr>
                          <w:b/>
                          <w:bCs/>
                          <w:lang w:val="en-US"/>
                        </w:rPr>
                        <w:t>Details of Job: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lang w:val="en-US"/>
                        </w:rPr>
                      </w:pPr>
                    </w:p>
                    <w:p w:rsidR="00893008" w:rsidRPr="00893008" w:rsidRDefault="00893008" w:rsidP="00893008">
                      <w:pPr>
                        <w:spacing w:after="0"/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Qualifications: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Pr="00893008" w:rsidRDefault="00893008" w:rsidP="00893008">
                      <w:pPr>
                        <w:spacing w:after="0"/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Skills: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Pr="00893008" w:rsidRDefault="00893008" w:rsidP="00893008">
                      <w:pPr>
                        <w:spacing w:after="0"/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Physical Fitness: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  <w:r w:rsidRPr="00893008">
                        <w:rPr>
                          <w:b/>
                          <w:bCs/>
                          <w:lang w:val="en-US"/>
                        </w:rPr>
                        <w:t>Personal Characteristics:</w:t>
                      </w:r>
                    </w:p>
                    <w:p w:rsidR="00893008" w:rsidRDefault="00893008" w:rsidP="00893008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893008" w:rsidRDefault="007E5792" w:rsidP="007E5792">
                      <w:pPr>
                        <w:tabs>
                          <w:tab w:val="right" w:pos="10890"/>
                        </w:tabs>
                        <w:spacing w:after="0"/>
                      </w:pPr>
                      <w:r>
                        <w:rPr>
                          <w:lang w:val="en-US"/>
                        </w:rPr>
                        <w:tab/>
                        <w:t>[4]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340C" w:rsidRPr="00893008">
        <w:rPr>
          <w:lang w:val="en-US"/>
        </w:rPr>
        <w:t>Now draw up a job specification for your chosen job. The same research should help you to complete this task. Show which are essential and which are desirable requirements for the job.</w:t>
      </w:r>
    </w:p>
    <w:p w:rsidR="00FC66CF" w:rsidRPr="00893008" w:rsidRDefault="0071340C" w:rsidP="00893008">
      <w:pPr>
        <w:numPr>
          <w:ilvl w:val="0"/>
          <w:numId w:val="16"/>
        </w:numPr>
        <w:tabs>
          <w:tab w:val="right" w:pos="10170"/>
        </w:tabs>
        <w:spacing w:after="0"/>
        <w:ind w:left="360"/>
      </w:pPr>
      <w:r w:rsidRPr="00893008">
        <w:rPr>
          <w:lang w:val="en-US"/>
        </w:rPr>
        <w:t>How does a job description and a job specification help to ensure the most suitable person for the job is recruited?</w:t>
      </w:r>
    </w:p>
    <w:p w:rsidR="00893008" w:rsidRPr="00893008" w:rsidRDefault="00893008" w:rsidP="00893008">
      <w:pPr>
        <w:tabs>
          <w:tab w:val="right" w:pos="10170"/>
        </w:tabs>
        <w:spacing w:after="0"/>
        <w:ind w:left="360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  <w:t>[4]</w:t>
      </w:r>
    </w:p>
    <w:p w:rsidR="00220C19" w:rsidRPr="00F24984" w:rsidRDefault="00220C19" w:rsidP="00893008">
      <w:pPr>
        <w:tabs>
          <w:tab w:val="right" w:pos="10170"/>
        </w:tabs>
        <w:spacing w:after="0"/>
      </w:pPr>
    </w:p>
    <w:sectPr w:rsidR="00220C19" w:rsidRPr="00F24984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FA6" w:rsidRDefault="00093FA6" w:rsidP="00027C4B">
      <w:pPr>
        <w:spacing w:after="0" w:line="240" w:lineRule="auto"/>
      </w:pPr>
      <w:r>
        <w:separator/>
      </w:r>
    </w:p>
  </w:endnote>
  <w:endnote w:type="continuationSeparator" w:id="0">
    <w:p w:rsidR="00093FA6" w:rsidRDefault="00093FA6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FA6" w:rsidRDefault="00093FA6" w:rsidP="00027C4B">
      <w:pPr>
        <w:spacing w:after="0" w:line="240" w:lineRule="auto"/>
      </w:pPr>
      <w:r>
        <w:separator/>
      </w:r>
    </w:p>
  </w:footnote>
  <w:footnote w:type="continuationSeparator" w:id="0">
    <w:p w:rsidR="00093FA6" w:rsidRDefault="00093FA6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E5792" w:rsidRDefault="00032A6C" w:rsidP="007E5792">
    <w:pPr>
      <w:tabs>
        <w:tab w:val="right" w:pos="10170"/>
      </w:tabs>
      <w:spacing w:after="0"/>
      <w:rPr>
        <w:sz w:val="32"/>
      </w:rPr>
    </w:pPr>
    <w:r>
      <w:rPr>
        <w:b/>
        <w:bCs/>
        <w:sz w:val="32"/>
        <w:lang w:val="en-US"/>
      </w:rPr>
      <w:t>Task 5.7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5FCD"/>
    <w:multiLevelType w:val="hybridMultilevel"/>
    <w:tmpl w:val="14789944"/>
    <w:lvl w:ilvl="0" w:tplc="45949A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3628AB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57483D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9E6C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AF2045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B2939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DC07B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ACAC9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AAA1A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2E1DE3"/>
    <w:multiLevelType w:val="hybridMultilevel"/>
    <w:tmpl w:val="9650060A"/>
    <w:lvl w:ilvl="0" w:tplc="2CC6F1B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F4C58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E72358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6B8686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0E68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4C4D26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1A6D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562DF3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40A1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1362A8C"/>
    <w:multiLevelType w:val="hybridMultilevel"/>
    <w:tmpl w:val="10480EF6"/>
    <w:lvl w:ilvl="0" w:tplc="303AA3A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2621B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624C2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0C2EF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1CF1C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8E809E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78E18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4E833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95A82F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2CC00F1"/>
    <w:multiLevelType w:val="hybridMultilevel"/>
    <w:tmpl w:val="B4D84302"/>
    <w:lvl w:ilvl="0" w:tplc="01CAF3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8C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20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AB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EB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464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5EC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ED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F60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0B5CBF"/>
    <w:multiLevelType w:val="hybridMultilevel"/>
    <w:tmpl w:val="B4A84104"/>
    <w:lvl w:ilvl="0" w:tplc="A608EC16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C70192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0B0F8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172BBE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44006C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48EC91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78C8A4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B74386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D9276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485B9E"/>
    <w:multiLevelType w:val="hybridMultilevel"/>
    <w:tmpl w:val="2A7ADB08"/>
    <w:lvl w:ilvl="0" w:tplc="5F360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0E05F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AA53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DC2448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1E8E9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7C4D11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9E0DB5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8A40E8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952705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E31B38"/>
    <w:multiLevelType w:val="hybridMultilevel"/>
    <w:tmpl w:val="DDA468CC"/>
    <w:lvl w:ilvl="0" w:tplc="EB606E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2242B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A814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94E8D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EEAB5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D2230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78ED6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C0549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B2F3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D03808"/>
    <w:multiLevelType w:val="hybridMultilevel"/>
    <w:tmpl w:val="760C29DE"/>
    <w:lvl w:ilvl="0" w:tplc="930EE6A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24291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1E61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1208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BA6B2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7207D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98E78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CAA6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BA31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74AB19B3"/>
    <w:multiLevelType w:val="hybridMultilevel"/>
    <w:tmpl w:val="2EB4015A"/>
    <w:lvl w:ilvl="0" w:tplc="4EBCEC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6A72F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64F74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7E25D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300E32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62962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ACA3F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9AC623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FE42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5"/>
  </w:num>
  <w:num w:numId="5">
    <w:abstractNumId w:val="17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16"/>
  </w:num>
  <w:num w:numId="11">
    <w:abstractNumId w:val="19"/>
  </w:num>
  <w:num w:numId="12">
    <w:abstractNumId w:val="2"/>
  </w:num>
  <w:num w:numId="13">
    <w:abstractNumId w:val="1"/>
  </w:num>
  <w:num w:numId="14">
    <w:abstractNumId w:val="14"/>
  </w:num>
  <w:num w:numId="15">
    <w:abstractNumId w:val="10"/>
  </w:num>
  <w:num w:numId="16">
    <w:abstractNumId w:val="13"/>
  </w:num>
  <w:num w:numId="17">
    <w:abstractNumId w:val="9"/>
  </w:num>
  <w:num w:numId="18">
    <w:abstractNumId w:val="20"/>
  </w:num>
  <w:num w:numId="19">
    <w:abstractNumId w:val="21"/>
  </w:num>
  <w:num w:numId="20">
    <w:abstractNumId w:val="5"/>
  </w:num>
  <w:num w:numId="21">
    <w:abstractNumId w:val="1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67"/>
    <w:rsid w:val="00027C4B"/>
    <w:rsid w:val="00032A6C"/>
    <w:rsid w:val="00085080"/>
    <w:rsid w:val="00091563"/>
    <w:rsid w:val="00093FA6"/>
    <w:rsid w:val="00166DA7"/>
    <w:rsid w:val="001D3D82"/>
    <w:rsid w:val="0022023D"/>
    <w:rsid w:val="00220C19"/>
    <w:rsid w:val="00227567"/>
    <w:rsid w:val="00231489"/>
    <w:rsid w:val="0038502F"/>
    <w:rsid w:val="003A05FE"/>
    <w:rsid w:val="003D7C19"/>
    <w:rsid w:val="004B61AF"/>
    <w:rsid w:val="004B65C5"/>
    <w:rsid w:val="005263C1"/>
    <w:rsid w:val="005C2A75"/>
    <w:rsid w:val="0071340C"/>
    <w:rsid w:val="007254DF"/>
    <w:rsid w:val="00757EFC"/>
    <w:rsid w:val="0076197F"/>
    <w:rsid w:val="00786D97"/>
    <w:rsid w:val="007E0F23"/>
    <w:rsid w:val="007E5792"/>
    <w:rsid w:val="007F0907"/>
    <w:rsid w:val="00842464"/>
    <w:rsid w:val="00865A6C"/>
    <w:rsid w:val="00893008"/>
    <w:rsid w:val="008B1285"/>
    <w:rsid w:val="009F52DD"/>
    <w:rsid w:val="00B53B62"/>
    <w:rsid w:val="00CD24AD"/>
    <w:rsid w:val="00D00AD9"/>
    <w:rsid w:val="00DE73BE"/>
    <w:rsid w:val="00F21848"/>
    <w:rsid w:val="00F24984"/>
    <w:rsid w:val="00FC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C3C95-49FD-4766-8E62-BF1C81F1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1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7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8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7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486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709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9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54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52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4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chool\Cambridge%20Technicals%20-%20Business%20-%202016\Unit%2002%20-Working%20In%20Business\LO5%20-%20Tasks\Task%205.7%20-%20Job%20Descrip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Task 5.7 - Job Descriptions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2</cp:revision>
  <dcterms:created xsi:type="dcterms:W3CDTF">2017-07-02T19:29:00Z</dcterms:created>
  <dcterms:modified xsi:type="dcterms:W3CDTF">2017-07-02T19:32:00Z</dcterms:modified>
</cp:coreProperties>
</file>